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872" w:rsidRDefault="00161872" w:rsidP="00C45042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様式第４号</w:t>
      </w:r>
    </w:p>
    <w:p w:rsidR="00161872" w:rsidRDefault="00161872">
      <w:pPr>
        <w:jc w:val="right"/>
        <w:rPr>
          <w:rFonts w:hint="eastAsia"/>
        </w:rPr>
      </w:pPr>
      <w:r>
        <w:rPr>
          <w:rFonts w:hint="eastAsia"/>
        </w:rPr>
        <w:t>番　　　号</w:t>
      </w:r>
    </w:p>
    <w:p w:rsidR="00161872" w:rsidRDefault="00161872">
      <w:pPr>
        <w:jc w:val="right"/>
        <w:rPr>
          <w:rFonts w:hint="eastAsia"/>
        </w:rPr>
      </w:pPr>
      <w:r>
        <w:rPr>
          <w:rFonts w:hint="eastAsia"/>
        </w:rPr>
        <w:t>年　月　日</w:t>
      </w:r>
    </w:p>
    <w:p w:rsidR="00161872" w:rsidRDefault="00161872">
      <w:pPr>
        <w:ind w:leftChars="100" w:left="219"/>
        <w:rPr>
          <w:rFonts w:hint="eastAsia"/>
        </w:rPr>
      </w:pPr>
      <w:r>
        <w:rPr>
          <w:rFonts w:hint="eastAsia"/>
        </w:rPr>
        <w:t>山形県知事　殿</w:t>
      </w:r>
    </w:p>
    <w:p w:rsidR="00161872" w:rsidRDefault="00161872">
      <w:pPr>
        <w:ind w:leftChars="1900" w:left="4162"/>
        <w:rPr>
          <w:rFonts w:hint="eastAsia"/>
        </w:rPr>
      </w:pPr>
      <w:r>
        <w:rPr>
          <w:rFonts w:hint="eastAsia"/>
        </w:rPr>
        <w:t>住所（法人にあっては、主たる事務所の所在地）</w:t>
      </w:r>
    </w:p>
    <w:p w:rsidR="00161872" w:rsidRDefault="00161872">
      <w:pPr>
        <w:ind w:leftChars="1900" w:left="4162"/>
        <w:rPr>
          <w:rFonts w:hint="eastAsia"/>
        </w:rPr>
      </w:pPr>
      <w:r>
        <w:rPr>
          <w:rFonts w:hint="eastAsia"/>
        </w:rPr>
        <w:t>氏名（法人にあっては、名称及び代表者の氏名</w:t>
      </w:r>
      <w:r w:rsidR="00511BD7">
        <w:rPr>
          <w:rFonts w:hint="eastAsia"/>
        </w:rPr>
        <w:t>）</w:t>
      </w:r>
    </w:p>
    <w:p w:rsidR="00161872" w:rsidRDefault="00161872">
      <w:pPr>
        <w:rPr>
          <w:rFonts w:hint="eastAsia"/>
        </w:rPr>
      </w:pPr>
    </w:p>
    <w:p w:rsidR="00161872" w:rsidRDefault="00161872">
      <w:pPr>
        <w:jc w:val="center"/>
        <w:rPr>
          <w:rFonts w:hint="eastAsia"/>
        </w:rPr>
      </w:pPr>
      <w:r>
        <w:rPr>
          <w:rFonts w:hint="eastAsia"/>
        </w:rPr>
        <w:t>認定こども園運営状況報告書</w:t>
      </w:r>
    </w:p>
    <w:p w:rsidR="00161872" w:rsidRDefault="00161872">
      <w:pPr>
        <w:rPr>
          <w:rFonts w:hint="eastAsia"/>
        </w:rPr>
      </w:pPr>
    </w:p>
    <w:p w:rsidR="00161872" w:rsidRDefault="009D74F4">
      <w:pPr>
        <w:rPr>
          <w:rFonts w:hint="eastAsia"/>
        </w:rPr>
      </w:pPr>
      <w:r>
        <w:rPr>
          <w:rFonts w:hint="eastAsia"/>
        </w:rPr>
        <w:t xml:space="preserve">　下記の施設に係る</w:t>
      </w:r>
      <w:r w:rsidR="00161872">
        <w:rPr>
          <w:rFonts w:hint="eastAsia"/>
        </w:rPr>
        <w:t>運営状況について、就学前の子どもに関する教育、保育等の</w:t>
      </w:r>
      <w:r w:rsidR="007A01D7">
        <w:rPr>
          <w:rFonts w:hint="eastAsia"/>
        </w:rPr>
        <w:t>総合的な提供の推進に関する法律第30条第１</w:t>
      </w:r>
      <w:r w:rsidR="002D5791">
        <w:rPr>
          <w:rFonts w:hint="eastAsia"/>
        </w:rPr>
        <w:t>項の規定により、報告します</w:t>
      </w:r>
      <w:r w:rsidR="00161872">
        <w:rPr>
          <w:rFonts w:hint="eastAsia"/>
        </w:rPr>
        <w:t>。</w:t>
      </w:r>
    </w:p>
    <w:p w:rsidR="00161872" w:rsidRDefault="00161872">
      <w:pPr>
        <w:jc w:val="center"/>
        <w:rPr>
          <w:rFonts w:hint="eastAsia"/>
        </w:rPr>
      </w:pPr>
    </w:p>
    <w:p w:rsidR="00161872" w:rsidRDefault="00161872">
      <w:pPr>
        <w:jc w:val="center"/>
        <w:rPr>
          <w:rFonts w:hint="eastAsia"/>
        </w:rPr>
      </w:pPr>
      <w:r>
        <w:rPr>
          <w:rFonts w:hint="eastAsia"/>
        </w:rPr>
        <w:t>記</w:t>
      </w:r>
    </w:p>
    <w:p w:rsidR="00161872" w:rsidRDefault="00161872">
      <w:pPr>
        <w:jc w:val="center"/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3"/>
        <w:gridCol w:w="1909"/>
        <w:gridCol w:w="451"/>
        <w:gridCol w:w="1457"/>
        <w:gridCol w:w="1909"/>
        <w:gridCol w:w="1909"/>
      </w:tblGrid>
      <w:tr w:rsidR="00161872">
        <w:tc>
          <w:tcPr>
            <w:tcW w:w="2036" w:type="dxa"/>
            <w:vAlign w:val="center"/>
          </w:tcPr>
          <w:p w:rsidR="00161872" w:rsidRDefault="00161872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施設の名称</w:t>
            </w:r>
          </w:p>
        </w:tc>
        <w:tc>
          <w:tcPr>
            <w:tcW w:w="7800" w:type="dxa"/>
            <w:gridSpan w:val="5"/>
            <w:vAlign w:val="center"/>
          </w:tcPr>
          <w:p w:rsidR="00161872" w:rsidRDefault="00161872">
            <w:pPr>
              <w:rPr>
                <w:rFonts w:hint="eastAsia"/>
              </w:rPr>
            </w:pPr>
          </w:p>
          <w:p w:rsidR="00161872" w:rsidRDefault="00161872">
            <w:pPr>
              <w:rPr>
                <w:rFonts w:hint="eastAsia"/>
              </w:rPr>
            </w:pPr>
          </w:p>
        </w:tc>
      </w:tr>
      <w:tr w:rsidR="002D5791">
        <w:tc>
          <w:tcPr>
            <w:tcW w:w="2036" w:type="dxa"/>
            <w:vMerge w:val="restart"/>
            <w:vAlign w:val="center"/>
          </w:tcPr>
          <w:p w:rsidR="002D5791" w:rsidRDefault="00793DE5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施設の</w:t>
            </w:r>
            <w:r w:rsidR="002D5791">
              <w:rPr>
                <w:rFonts w:hint="eastAsia"/>
              </w:rPr>
              <w:t>所在地</w:t>
            </w:r>
          </w:p>
        </w:tc>
        <w:tc>
          <w:tcPr>
            <w:tcW w:w="7800" w:type="dxa"/>
            <w:gridSpan w:val="5"/>
            <w:vAlign w:val="center"/>
          </w:tcPr>
          <w:p w:rsidR="002D5791" w:rsidRDefault="002D5791">
            <w:pPr>
              <w:rPr>
                <w:rFonts w:hint="eastAsia"/>
              </w:rPr>
            </w:pPr>
            <w:r>
              <w:rPr>
                <w:rFonts w:hint="eastAsia"/>
              </w:rPr>
              <w:t>〒</w:t>
            </w:r>
          </w:p>
          <w:p w:rsidR="002D5791" w:rsidRDefault="002D5791">
            <w:pPr>
              <w:rPr>
                <w:rFonts w:hint="eastAsia"/>
              </w:rPr>
            </w:pPr>
          </w:p>
        </w:tc>
      </w:tr>
      <w:tr w:rsidR="002D5791">
        <w:tc>
          <w:tcPr>
            <w:tcW w:w="2036" w:type="dxa"/>
            <w:vMerge/>
            <w:vAlign w:val="center"/>
          </w:tcPr>
          <w:p w:rsidR="002D5791" w:rsidRDefault="002D5791">
            <w:pPr>
              <w:jc w:val="distribute"/>
              <w:rPr>
                <w:rFonts w:hint="eastAsia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2D5791" w:rsidRDefault="002D5791" w:rsidP="002D579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390" w:type="dxa"/>
            <w:gridSpan w:val="3"/>
            <w:shd w:val="clear" w:color="auto" w:fill="auto"/>
            <w:vAlign w:val="center"/>
          </w:tcPr>
          <w:p w:rsidR="002D5791" w:rsidRDefault="002D5791">
            <w:pPr>
              <w:rPr>
                <w:rFonts w:hint="eastAsia"/>
              </w:rPr>
            </w:pPr>
          </w:p>
        </w:tc>
      </w:tr>
      <w:tr w:rsidR="002D5791">
        <w:tc>
          <w:tcPr>
            <w:tcW w:w="2036" w:type="dxa"/>
            <w:vMerge/>
            <w:vAlign w:val="center"/>
          </w:tcPr>
          <w:p w:rsidR="002D5791" w:rsidRDefault="002D5791">
            <w:pPr>
              <w:jc w:val="distribute"/>
              <w:rPr>
                <w:rFonts w:hint="eastAsia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2D5791" w:rsidRDefault="002D5791" w:rsidP="002D579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ファックス番号</w:t>
            </w:r>
          </w:p>
        </w:tc>
        <w:tc>
          <w:tcPr>
            <w:tcW w:w="5390" w:type="dxa"/>
            <w:gridSpan w:val="3"/>
            <w:shd w:val="clear" w:color="auto" w:fill="auto"/>
            <w:vAlign w:val="center"/>
          </w:tcPr>
          <w:p w:rsidR="002D5791" w:rsidRDefault="002D5791">
            <w:pPr>
              <w:rPr>
                <w:rFonts w:hint="eastAsia"/>
              </w:rPr>
            </w:pPr>
          </w:p>
        </w:tc>
      </w:tr>
      <w:tr w:rsidR="002D5791">
        <w:tc>
          <w:tcPr>
            <w:tcW w:w="2036" w:type="dxa"/>
            <w:vMerge/>
            <w:vAlign w:val="center"/>
          </w:tcPr>
          <w:p w:rsidR="002D5791" w:rsidRDefault="002D5791">
            <w:pPr>
              <w:jc w:val="distribute"/>
              <w:rPr>
                <w:rFonts w:hint="eastAsia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2D5791" w:rsidRDefault="009D74F4" w:rsidP="002D579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電子</w:t>
            </w:r>
            <w:r w:rsidR="002D5791">
              <w:rPr>
                <w:rFonts w:hint="eastAsia"/>
              </w:rPr>
              <w:t>メールアドレス</w:t>
            </w:r>
          </w:p>
        </w:tc>
        <w:tc>
          <w:tcPr>
            <w:tcW w:w="5390" w:type="dxa"/>
            <w:gridSpan w:val="3"/>
            <w:shd w:val="clear" w:color="auto" w:fill="auto"/>
            <w:vAlign w:val="center"/>
          </w:tcPr>
          <w:p w:rsidR="002D5791" w:rsidRDefault="002D5791">
            <w:pPr>
              <w:rPr>
                <w:rFonts w:hint="eastAsia"/>
              </w:rPr>
            </w:pPr>
          </w:p>
        </w:tc>
      </w:tr>
      <w:tr w:rsidR="00161872">
        <w:tc>
          <w:tcPr>
            <w:tcW w:w="2036" w:type="dxa"/>
            <w:vAlign w:val="center"/>
          </w:tcPr>
          <w:p w:rsidR="004A7AFD" w:rsidRDefault="00161872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認定年月日及び</w:t>
            </w:r>
          </w:p>
          <w:p w:rsidR="00161872" w:rsidRDefault="00161872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認定番号</w:t>
            </w:r>
          </w:p>
        </w:tc>
        <w:tc>
          <w:tcPr>
            <w:tcW w:w="7800" w:type="dxa"/>
            <w:gridSpan w:val="5"/>
            <w:vAlign w:val="center"/>
          </w:tcPr>
          <w:p w:rsidR="00161872" w:rsidRDefault="00161872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 w:rsidR="004A7AFD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年　</w:t>
            </w:r>
            <w:r w:rsidR="004A7AF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月　</w:t>
            </w:r>
            <w:r w:rsidR="004A7AF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日　　指令</w:t>
            </w:r>
            <w:r w:rsidR="004A7AF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第</w:t>
            </w:r>
            <w:r w:rsidR="004A7AF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号</w:t>
            </w:r>
          </w:p>
        </w:tc>
      </w:tr>
      <w:tr w:rsidR="00AF544C">
        <w:trPr>
          <w:cantSplit/>
        </w:trPr>
        <w:tc>
          <w:tcPr>
            <w:tcW w:w="2036" w:type="dxa"/>
            <w:vMerge w:val="restart"/>
            <w:vAlign w:val="center"/>
          </w:tcPr>
          <w:p w:rsidR="00AF544C" w:rsidRDefault="00AF544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報告の前日において保育している</w:t>
            </w:r>
          </w:p>
          <w:p w:rsidR="00AF544C" w:rsidRDefault="00AF544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子どもの数</w:t>
            </w:r>
          </w:p>
        </w:tc>
        <w:tc>
          <w:tcPr>
            <w:tcW w:w="1950" w:type="dxa"/>
            <w:vAlign w:val="center"/>
          </w:tcPr>
          <w:p w:rsidR="00AF544C" w:rsidRDefault="00AF544C" w:rsidP="00AF544C">
            <w:pPr>
              <w:rPr>
                <w:rFonts w:hint="eastAsia"/>
              </w:rPr>
            </w:pPr>
          </w:p>
        </w:tc>
        <w:tc>
          <w:tcPr>
            <w:tcW w:w="1950" w:type="dxa"/>
            <w:gridSpan w:val="2"/>
            <w:vAlign w:val="center"/>
          </w:tcPr>
          <w:p w:rsidR="00AF544C" w:rsidRDefault="00AF544C" w:rsidP="00AF544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満３歳未満の者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AF544C" w:rsidRDefault="00AF544C" w:rsidP="00AF544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満３歳以上の者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AF544C" w:rsidRDefault="00182803" w:rsidP="00FC05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</w:t>
            </w:r>
            <w:r w:rsidR="00FC05B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計</w:t>
            </w:r>
          </w:p>
        </w:tc>
      </w:tr>
      <w:tr w:rsidR="00AF544C">
        <w:trPr>
          <w:cantSplit/>
        </w:trPr>
        <w:tc>
          <w:tcPr>
            <w:tcW w:w="2036" w:type="dxa"/>
            <w:vMerge/>
            <w:vAlign w:val="center"/>
          </w:tcPr>
          <w:p w:rsidR="00AF544C" w:rsidRDefault="00AF544C">
            <w:pPr>
              <w:jc w:val="distribute"/>
              <w:rPr>
                <w:rFonts w:hint="eastAsia"/>
              </w:rPr>
            </w:pPr>
          </w:p>
        </w:tc>
        <w:tc>
          <w:tcPr>
            <w:tcW w:w="1950" w:type="dxa"/>
            <w:vAlign w:val="center"/>
          </w:tcPr>
          <w:p w:rsidR="00AF544C" w:rsidRDefault="00AF544C" w:rsidP="007A01D7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保育</w:t>
            </w:r>
            <w:r w:rsidR="007A01D7">
              <w:rPr>
                <w:rFonts w:hint="eastAsia"/>
              </w:rPr>
              <w:t>を必要と　する</w:t>
            </w:r>
            <w:r>
              <w:rPr>
                <w:rFonts w:hint="eastAsia"/>
              </w:rPr>
              <w:t>子どもの数</w:t>
            </w:r>
          </w:p>
          <w:p w:rsidR="007A01D7" w:rsidRDefault="007A01D7" w:rsidP="007A01D7">
            <w:pPr>
              <w:jc w:val="distribute"/>
              <w:rPr>
                <w:rFonts w:hint="eastAsia"/>
              </w:rPr>
            </w:pPr>
          </w:p>
        </w:tc>
        <w:tc>
          <w:tcPr>
            <w:tcW w:w="1950" w:type="dxa"/>
            <w:gridSpan w:val="2"/>
            <w:vAlign w:val="center"/>
          </w:tcPr>
          <w:p w:rsidR="00AF544C" w:rsidRDefault="00AF544C" w:rsidP="00AF544C">
            <w:pPr>
              <w:rPr>
                <w:rFonts w:hint="eastAsia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 w:rsidR="00AF544C" w:rsidRDefault="00AF544C" w:rsidP="00AF544C">
            <w:pPr>
              <w:rPr>
                <w:rFonts w:hint="eastAsia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 w:rsidR="00AF544C" w:rsidRDefault="00AF544C" w:rsidP="00AF544C">
            <w:pPr>
              <w:rPr>
                <w:rFonts w:hint="eastAsia"/>
              </w:rPr>
            </w:pPr>
          </w:p>
        </w:tc>
      </w:tr>
      <w:tr w:rsidR="00AF544C">
        <w:trPr>
          <w:cantSplit/>
        </w:trPr>
        <w:tc>
          <w:tcPr>
            <w:tcW w:w="2036" w:type="dxa"/>
            <w:vMerge/>
            <w:vAlign w:val="center"/>
          </w:tcPr>
          <w:p w:rsidR="00AF544C" w:rsidRDefault="00AF544C">
            <w:pPr>
              <w:jc w:val="distribute"/>
              <w:rPr>
                <w:rFonts w:hint="eastAsia"/>
              </w:rPr>
            </w:pPr>
          </w:p>
        </w:tc>
        <w:tc>
          <w:tcPr>
            <w:tcW w:w="1950" w:type="dxa"/>
            <w:vAlign w:val="center"/>
          </w:tcPr>
          <w:p w:rsidR="00AF544C" w:rsidRDefault="00AF544C" w:rsidP="007A01D7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保育</w:t>
            </w:r>
            <w:r w:rsidR="007A01D7">
              <w:rPr>
                <w:rFonts w:hint="eastAsia"/>
              </w:rPr>
              <w:t>を必要と　する子ども以外の</w:t>
            </w:r>
            <w:r>
              <w:rPr>
                <w:rFonts w:hint="eastAsia"/>
              </w:rPr>
              <w:t>子どもの数</w:t>
            </w:r>
          </w:p>
        </w:tc>
        <w:tc>
          <w:tcPr>
            <w:tcW w:w="1950" w:type="dxa"/>
            <w:gridSpan w:val="2"/>
            <w:vAlign w:val="center"/>
          </w:tcPr>
          <w:p w:rsidR="00AF544C" w:rsidRDefault="00AF544C" w:rsidP="00AF544C">
            <w:pPr>
              <w:rPr>
                <w:rFonts w:hint="eastAsia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 w:rsidR="00AF544C" w:rsidRDefault="00AF544C" w:rsidP="00AF544C">
            <w:pPr>
              <w:rPr>
                <w:rFonts w:hint="eastAsia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 w:rsidR="00AF544C" w:rsidRDefault="00AF544C" w:rsidP="00AF544C">
            <w:pPr>
              <w:rPr>
                <w:rFonts w:hint="eastAsia"/>
              </w:rPr>
            </w:pPr>
          </w:p>
        </w:tc>
      </w:tr>
    </w:tbl>
    <w:p w:rsidR="00161872" w:rsidRDefault="00161872">
      <w:pPr>
        <w:rPr>
          <w:rFonts w:hint="eastAsia"/>
        </w:rPr>
      </w:pPr>
      <w:r>
        <w:rPr>
          <w:rFonts w:hint="eastAsia"/>
        </w:rPr>
        <w:t>添付書類</w:t>
      </w:r>
    </w:p>
    <w:p w:rsidR="00161872" w:rsidRDefault="00B41F78">
      <w:pPr>
        <w:ind w:leftChars="100" w:left="219"/>
        <w:rPr>
          <w:rFonts w:hint="eastAsia"/>
        </w:rPr>
      </w:pPr>
      <w:r>
        <w:rPr>
          <w:rFonts w:hint="eastAsia"/>
        </w:rPr>
        <w:t xml:space="preserve">１　</w:t>
      </w:r>
      <w:r w:rsidR="00161872">
        <w:rPr>
          <w:rFonts w:hint="eastAsia"/>
        </w:rPr>
        <w:t>教育</w:t>
      </w:r>
      <w:r w:rsidR="007A01D7">
        <w:rPr>
          <w:rFonts w:hint="eastAsia"/>
        </w:rPr>
        <w:t>又は</w:t>
      </w:r>
      <w:r w:rsidR="00161872">
        <w:rPr>
          <w:rFonts w:hint="eastAsia"/>
        </w:rPr>
        <w:t>保育の目標</w:t>
      </w:r>
      <w:r w:rsidR="007A01D7">
        <w:rPr>
          <w:rFonts w:hint="eastAsia"/>
        </w:rPr>
        <w:t>及び</w:t>
      </w:r>
      <w:r w:rsidR="00161872">
        <w:rPr>
          <w:rFonts w:hint="eastAsia"/>
        </w:rPr>
        <w:t>主な内容に関する資料</w:t>
      </w:r>
    </w:p>
    <w:p w:rsidR="00161872" w:rsidRDefault="00B41F78">
      <w:pPr>
        <w:ind w:leftChars="100" w:left="219"/>
        <w:rPr>
          <w:rFonts w:hint="eastAsia"/>
        </w:rPr>
      </w:pPr>
      <w:r>
        <w:rPr>
          <w:rFonts w:hint="eastAsia"/>
        </w:rPr>
        <w:t xml:space="preserve">２　</w:t>
      </w:r>
      <w:r w:rsidR="00161872">
        <w:rPr>
          <w:rFonts w:hint="eastAsia"/>
        </w:rPr>
        <w:t>保育に従事する者等の配置及び資格に関する資料</w:t>
      </w:r>
    </w:p>
    <w:p w:rsidR="00161872" w:rsidRDefault="00B41F78">
      <w:pPr>
        <w:ind w:leftChars="100" w:left="219"/>
        <w:rPr>
          <w:rFonts w:hint="eastAsia"/>
        </w:rPr>
      </w:pPr>
      <w:r>
        <w:rPr>
          <w:rFonts w:hint="eastAsia"/>
        </w:rPr>
        <w:t xml:space="preserve">３　</w:t>
      </w:r>
      <w:r w:rsidR="00161872">
        <w:rPr>
          <w:rFonts w:hint="eastAsia"/>
        </w:rPr>
        <w:t>施設設備及び管理運営等に関する資料</w:t>
      </w:r>
    </w:p>
    <w:sectPr w:rsidR="00161872">
      <w:pgSz w:w="11906" w:h="16838" w:code="9"/>
      <w:pgMar w:top="1134" w:right="1134" w:bottom="1134" w:left="1134" w:header="567" w:footer="567" w:gutter="0"/>
      <w:cols w:space="425"/>
      <w:docGrid w:type="linesAndChars" w:linePitch="331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F4E" w:rsidRDefault="00877F4E">
      <w:r>
        <w:separator/>
      </w:r>
    </w:p>
  </w:endnote>
  <w:endnote w:type="continuationSeparator" w:id="0">
    <w:p w:rsidR="00877F4E" w:rsidRDefault="00877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F4E" w:rsidRDefault="00877F4E">
      <w:r>
        <w:separator/>
      </w:r>
    </w:p>
  </w:footnote>
  <w:footnote w:type="continuationSeparator" w:id="0">
    <w:p w:rsidR="00877F4E" w:rsidRDefault="00877F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F5BE7"/>
    <w:multiLevelType w:val="hybridMultilevel"/>
    <w:tmpl w:val="8F788036"/>
    <w:lvl w:ilvl="0">
      <w:start w:val="1"/>
      <w:numFmt w:val="decimal"/>
      <w:lvlText w:val="(%1)"/>
      <w:lvlJc w:val="left"/>
      <w:pPr>
        <w:tabs>
          <w:tab w:val="num" w:pos="961"/>
        </w:tabs>
        <w:ind w:left="961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81"/>
        </w:tabs>
        <w:ind w:left="1081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01"/>
        </w:tabs>
        <w:ind w:left="1501" w:hanging="420"/>
      </w:pPr>
    </w:lvl>
    <w:lvl w:ilvl="3" w:tentative="1">
      <w:start w:val="1"/>
      <w:numFmt w:val="decimal"/>
      <w:lvlText w:val="%4."/>
      <w:lvlJc w:val="left"/>
      <w:pPr>
        <w:tabs>
          <w:tab w:val="num" w:pos="1921"/>
        </w:tabs>
        <w:ind w:left="1921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41"/>
        </w:tabs>
        <w:ind w:left="2341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61"/>
        </w:tabs>
        <w:ind w:left="2761" w:hanging="420"/>
      </w:pPr>
    </w:lvl>
    <w:lvl w:ilvl="6" w:tentative="1">
      <w:start w:val="1"/>
      <w:numFmt w:val="decimal"/>
      <w:lvlText w:val="%7."/>
      <w:lvlJc w:val="left"/>
      <w:pPr>
        <w:tabs>
          <w:tab w:val="num" w:pos="3181"/>
        </w:tabs>
        <w:ind w:left="3181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01"/>
        </w:tabs>
        <w:ind w:left="3601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21"/>
        </w:tabs>
        <w:ind w:left="4021" w:hanging="420"/>
      </w:pPr>
    </w:lvl>
  </w:abstractNum>
  <w:abstractNum w:abstractNumId="1" w15:restartNumberingAfterBreak="0">
    <w:nsid w:val="728361E0"/>
    <w:multiLevelType w:val="hybridMultilevel"/>
    <w:tmpl w:val="392A6336"/>
    <w:lvl w:ilvl="0">
      <w:start w:val="6"/>
      <w:numFmt w:val="bullet"/>
      <w:lvlText w:val="・"/>
      <w:lvlJc w:val="left"/>
      <w:pPr>
        <w:tabs>
          <w:tab w:val="num" w:pos="721"/>
        </w:tabs>
        <w:ind w:left="721" w:hanging="48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081"/>
        </w:tabs>
        <w:ind w:left="1081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501"/>
        </w:tabs>
        <w:ind w:left="1501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1"/>
        </w:tabs>
        <w:ind w:left="1921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341"/>
        </w:tabs>
        <w:ind w:left="2341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761"/>
        </w:tabs>
        <w:ind w:left="2761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181"/>
        </w:tabs>
        <w:ind w:left="3181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601"/>
        </w:tabs>
        <w:ind w:left="3601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021"/>
        </w:tabs>
        <w:ind w:left="4021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E7C"/>
    <w:rsid w:val="000967CC"/>
    <w:rsid w:val="00145AAC"/>
    <w:rsid w:val="0015160A"/>
    <w:rsid w:val="00161872"/>
    <w:rsid w:val="00182803"/>
    <w:rsid w:val="00211DEB"/>
    <w:rsid w:val="002518BD"/>
    <w:rsid w:val="002D1CF7"/>
    <w:rsid w:val="002D5791"/>
    <w:rsid w:val="00340498"/>
    <w:rsid w:val="0034189F"/>
    <w:rsid w:val="00356FC1"/>
    <w:rsid w:val="003B3A81"/>
    <w:rsid w:val="003D0EE7"/>
    <w:rsid w:val="00407457"/>
    <w:rsid w:val="00430CB2"/>
    <w:rsid w:val="00486696"/>
    <w:rsid w:val="004A3D8C"/>
    <w:rsid w:val="004A7AFD"/>
    <w:rsid w:val="004C40F3"/>
    <w:rsid w:val="004D7EA5"/>
    <w:rsid w:val="00511BD7"/>
    <w:rsid w:val="0051419C"/>
    <w:rsid w:val="0055045D"/>
    <w:rsid w:val="0057087C"/>
    <w:rsid w:val="005B30BD"/>
    <w:rsid w:val="005D4842"/>
    <w:rsid w:val="005D4CA8"/>
    <w:rsid w:val="0063040C"/>
    <w:rsid w:val="006331CC"/>
    <w:rsid w:val="006362C8"/>
    <w:rsid w:val="00697A1B"/>
    <w:rsid w:val="006B54D8"/>
    <w:rsid w:val="00714FF4"/>
    <w:rsid w:val="00720B5A"/>
    <w:rsid w:val="00744612"/>
    <w:rsid w:val="00753EE5"/>
    <w:rsid w:val="007671F6"/>
    <w:rsid w:val="0077720B"/>
    <w:rsid w:val="00793DE5"/>
    <w:rsid w:val="007A01D7"/>
    <w:rsid w:val="007C187A"/>
    <w:rsid w:val="007E1CAA"/>
    <w:rsid w:val="007F26F6"/>
    <w:rsid w:val="00803C8B"/>
    <w:rsid w:val="00806AB3"/>
    <w:rsid w:val="00854E7C"/>
    <w:rsid w:val="00877F4E"/>
    <w:rsid w:val="008F6E8F"/>
    <w:rsid w:val="00901023"/>
    <w:rsid w:val="009171DA"/>
    <w:rsid w:val="0099132D"/>
    <w:rsid w:val="009C7A5B"/>
    <w:rsid w:val="009D4301"/>
    <w:rsid w:val="009D74F4"/>
    <w:rsid w:val="009F09A3"/>
    <w:rsid w:val="009F4F47"/>
    <w:rsid w:val="00A41024"/>
    <w:rsid w:val="00A41547"/>
    <w:rsid w:val="00A4447C"/>
    <w:rsid w:val="00A62AB1"/>
    <w:rsid w:val="00AF544C"/>
    <w:rsid w:val="00B41F78"/>
    <w:rsid w:val="00B823F3"/>
    <w:rsid w:val="00BB46E1"/>
    <w:rsid w:val="00BB7DAD"/>
    <w:rsid w:val="00BC2B2E"/>
    <w:rsid w:val="00C20ABF"/>
    <w:rsid w:val="00C24AD1"/>
    <w:rsid w:val="00C45042"/>
    <w:rsid w:val="00C460EB"/>
    <w:rsid w:val="00C63551"/>
    <w:rsid w:val="00C82698"/>
    <w:rsid w:val="00C91A61"/>
    <w:rsid w:val="00CB0A09"/>
    <w:rsid w:val="00CB266A"/>
    <w:rsid w:val="00CC1A47"/>
    <w:rsid w:val="00D5180B"/>
    <w:rsid w:val="00D61A46"/>
    <w:rsid w:val="00D66C65"/>
    <w:rsid w:val="00E0697F"/>
    <w:rsid w:val="00E22671"/>
    <w:rsid w:val="00E5066F"/>
    <w:rsid w:val="00FA0917"/>
    <w:rsid w:val="00FC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203B4D7-77FE-4B00-AD18-CE730E357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2496;&#12483;&#12463;&#12450;&#12483;&#12503;&#12487;&#12540;&#12479;&#22823;&#27941;&#23389;\template\Word-temp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Word-temp.dot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別記様式第１号</vt:lpstr>
      <vt:lpstr>別記様式第１号</vt:lpstr>
    </vt:vector>
  </TitlesOfParts>
  <Company>山形県庁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別記様式第１号</dc:title>
  <dc:subject/>
  <dc:creator>user</dc:creator>
  <cp:keywords/>
  <cp:lastModifiedBy>Windows ユーザー</cp:lastModifiedBy>
  <cp:revision>2</cp:revision>
  <cp:lastPrinted>2006-09-27T00:22:00Z</cp:lastPrinted>
  <dcterms:created xsi:type="dcterms:W3CDTF">2024-04-18T01:16:00Z</dcterms:created>
  <dcterms:modified xsi:type="dcterms:W3CDTF">2024-04-18T01:16:00Z</dcterms:modified>
</cp:coreProperties>
</file>